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7E024D" w:rsidRDefault="003B7B51">
      <w:pPr>
        <w:rPr>
          <w:rFonts w:ascii="Arial" w:hAnsi="Arial" w:cs="Arial"/>
          <w:sz w:val="28"/>
        </w:rPr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3724910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B7B51" w:rsidRPr="003B7B51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</w:p>
                          <w:p w:rsidR="003B7B51" w:rsidRPr="003619E8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93.3pt;margin-top:6.4pt;width:19.35pt;height:2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" filled="f" stroked="f" strokeweight=".5pt">
                <v:path arrowok="t"/>
                <v:textbox inset="0,0,0,0">
                  <w:txbxContent>
                    <w:p w:rsidR="003B7B51" w:rsidRPr="003B7B51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</w:p>
                    <w:p w:rsidR="003B7B51" w:rsidRPr="003619E8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1848485</wp:posOffset>
                </wp:positionH>
                <wp:positionV relativeFrom="paragraph">
                  <wp:posOffset>81280</wp:posOffset>
                </wp:positionV>
                <wp:extent cx="245745" cy="255905"/>
                <wp:effectExtent l="0" t="0" r="1905" b="10795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B7B51" w:rsidRPr="003B7B51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</w:p>
                          <w:p w:rsidR="003B7B51" w:rsidRPr="003619E8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5.55pt;margin-top:6.4pt;width:19.35pt;height:20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" filled="f" stroked="f" strokeweight=".5pt">
                <v:path arrowok="t"/>
                <v:textbox inset="0,0,0,0">
                  <w:txbxContent>
                    <w:p w:rsidR="003B7B51" w:rsidRPr="003B7B51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</w:p>
                    <w:p w:rsidR="003B7B51" w:rsidRPr="003619E8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343535</wp:posOffset>
            </wp:positionV>
            <wp:extent cx="5153025" cy="592455"/>
            <wp:effectExtent l="0" t="0" r="9525" b="0"/>
            <wp:wrapNone/>
            <wp:docPr id="4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61" t="32259" r="49550" b="-3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82550</wp:posOffset>
                </wp:positionV>
                <wp:extent cx="245745" cy="255905"/>
                <wp:effectExtent l="0" t="0" r="1905" b="1079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" cy="255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B7B51" w:rsidRPr="003B7B51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B7B51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  <w:p w:rsidR="003B7B51" w:rsidRPr="003619E8" w:rsidRDefault="003B7B51" w:rsidP="003B7B5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8.5pt;margin-top:6.5pt;width:19.35pt;height: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" filled="f" stroked="f" strokeweight=".5pt">
                <v:path arrowok="t"/>
                <v:textbox inset="0,0,0,0">
                  <w:txbxContent>
                    <w:p w:rsidR="003B7B51" w:rsidRPr="003B7B51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B7B51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  <w:p w:rsidR="003B7B51" w:rsidRPr="003619E8" w:rsidRDefault="003B7B51" w:rsidP="003B7B51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D645B" w:rsidRPr="007E024D" w:rsidSect="003B7B51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51"/>
    <w:rsid w:val="001D645B"/>
    <w:rsid w:val="003B7B51"/>
    <w:rsid w:val="005175A3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F9224-FC9A-4727-ACF5-01517F84E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7B51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2016-11-30T15:06:00Z</dcterms:created>
  <dcterms:modified xsi:type="dcterms:W3CDTF">2016-11-30T15:10:00Z</dcterms:modified>
</cp:coreProperties>
</file>